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4E30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4E30" w:rsidP="00EF274F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F274F">
              <w:rPr>
                <w:rFonts w:ascii="Arial" w:hAnsi="Arial" w:cs="Arial"/>
                <w:sz w:val="18"/>
                <w:szCs w:val="18"/>
              </w:rPr>
              <w:t>38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4E30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F274F">
              <w:rPr>
                <w:rFonts w:ascii="Arial" w:hAnsi="Arial" w:cs="Arial"/>
                <w:noProof/>
                <w:sz w:val="18"/>
                <w:szCs w:val="18"/>
              </w:rPr>
              <w:t>Wednesday, 29 July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B54E30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F274F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Recurrent superficial phlebitis left leg VVs, espy knee level.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85B13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2099945</wp:posOffset>
                      </wp:positionH>
                      <wp:positionV relativeFrom="paragraph">
                        <wp:posOffset>1195231</wp:posOffset>
                      </wp:positionV>
                      <wp:extent cx="29845" cy="85725"/>
                      <wp:effectExtent l="19050" t="19050" r="8255" b="9525"/>
                      <wp:wrapNone/>
                      <wp:docPr id="56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845" cy="85725"/>
                              </a:xfrm>
                              <a:custGeom>
                                <a:avLst/>
                                <a:gdLst>
                                  <a:gd name="T0" fmla="*/ 0 w 47"/>
                                  <a:gd name="T1" fmla="*/ 0 h 135"/>
                                  <a:gd name="T2" fmla="*/ 47 w 47"/>
                                  <a:gd name="T3" fmla="*/ 135 h 1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7" h="135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23" y="67"/>
                                      <a:pt x="47" y="135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538CD2F1" id="Freeform 5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5.35pt,94.1pt" control1="165.35pt,94.1pt" control2="166.5pt,97.45pt" to="167.7pt,100.85pt" coordsize="4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" filled="f" strokecolor="red" strokeweight="2.5pt">
                      <v:path arrowok="t" o:connecttype="custom" o:connectlocs="0,0;29845,85725" o:connectangles="0,0"/>
                    </v:curve>
                  </w:pict>
                </mc:Fallback>
              </mc:AlternateContent>
            </w:r>
            <w:r w:rsidR="005B2087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1958975</wp:posOffset>
                      </wp:positionH>
                      <wp:positionV relativeFrom="paragraph">
                        <wp:posOffset>3082290</wp:posOffset>
                      </wp:positionV>
                      <wp:extent cx="306070" cy="152400"/>
                      <wp:effectExtent l="2540" t="8255" r="5715" b="1270"/>
                      <wp:wrapNone/>
                      <wp:docPr id="60" name="Text Box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B2087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2" o:spid="_x0000_s1026" type="#_x0000_t202" style="position:absolute;margin-left:154.25pt;margin-top:242.7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B2087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4507230</wp:posOffset>
                      </wp:positionH>
                      <wp:positionV relativeFrom="paragraph">
                        <wp:posOffset>2265045</wp:posOffset>
                      </wp:positionV>
                      <wp:extent cx="92075" cy="2052320"/>
                      <wp:effectExtent l="17145" t="19685" r="14605" b="23495"/>
                      <wp:wrapNone/>
                      <wp:docPr id="59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075" cy="2052320"/>
                              </a:xfrm>
                              <a:custGeom>
                                <a:avLst/>
                                <a:gdLst>
                                  <a:gd name="T0" fmla="*/ 88 w 145"/>
                                  <a:gd name="T1" fmla="*/ 0 h 3232"/>
                                  <a:gd name="T2" fmla="*/ 8 w 145"/>
                                  <a:gd name="T3" fmla="*/ 264 h 3232"/>
                                  <a:gd name="T4" fmla="*/ 40 w 145"/>
                                  <a:gd name="T5" fmla="*/ 728 h 3232"/>
                                  <a:gd name="T6" fmla="*/ 128 w 145"/>
                                  <a:gd name="T7" fmla="*/ 1496 h 3232"/>
                                  <a:gd name="T8" fmla="*/ 144 w 145"/>
                                  <a:gd name="T9" fmla="*/ 2312 h 3232"/>
                                  <a:gd name="T10" fmla="*/ 128 w 145"/>
                                  <a:gd name="T11" fmla="*/ 2776 h 3232"/>
                                  <a:gd name="T12" fmla="*/ 72 w 145"/>
                                  <a:gd name="T13" fmla="*/ 3232 h 32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5" h="3232">
                                    <a:moveTo>
                                      <a:pt x="88" y="0"/>
                                    </a:moveTo>
                                    <a:cubicBezTo>
                                      <a:pt x="52" y="71"/>
                                      <a:pt x="16" y="143"/>
                                      <a:pt x="8" y="264"/>
                                    </a:cubicBezTo>
                                    <a:cubicBezTo>
                                      <a:pt x="0" y="385"/>
                                      <a:pt x="20" y="523"/>
                                      <a:pt x="40" y="728"/>
                                    </a:cubicBezTo>
                                    <a:cubicBezTo>
                                      <a:pt x="60" y="933"/>
                                      <a:pt x="111" y="1232"/>
                                      <a:pt x="128" y="1496"/>
                                    </a:cubicBezTo>
                                    <a:cubicBezTo>
                                      <a:pt x="145" y="1760"/>
                                      <a:pt x="144" y="2099"/>
                                      <a:pt x="144" y="2312"/>
                                    </a:cubicBezTo>
                                    <a:cubicBezTo>
                                      <a:pt x="144" y="2525"/>
                                      <a:pt x="140" y="2623"/>
                                      <a:pt x="128" y="2776"/>
                                    </a:cubicBezTo>
                                    <a:cubicBezTo>
                                      <a:pt x="116" y="2929"/>
                                      <a:pt x="94" y="3080"/>
                                      <a:pt x="72" y="3232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F5925A" id="Freeform 562" o:spid="_x0000_s1026" style="position:absolute;margin-left:354.9pt;margin-top:178.35pt;width:7.25pt;height:161.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5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" path="m88,c52,71,16,143,8,264,,385,20,523,40,728v20,205,71,504,88,768c145,1760,144,2099,144,2312v,213,-4,311,-16,464c116,2929,94,3080,72,3232e" filled="f" strokecolor="navy" strokeweight="2.25pt">
                      <v:path arrowok="t" o:connecttype="custom" o:connectlocs="55880,0;5080,167640;25400,462280;81280,949960;91440,1468120;81280,1762760;45720,2052320" o:connectangles="0,0,0,0,0,0,0"/>
                    </v:shape>
                  </w:pict>
                </mc:Fallback>
              </mc:AlternateContent>
            </w:r>
            <w:r w:rsidR="005B2087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1493520</wp:posOffset>
                      </wp:positionH>
                      <wp:positionV relativeFrom="paragraph">
                        <wp:posOffset>348615</wp:posOffset>
                      </wp:positionV>
                      <wp:extent cx="306070" cy="152400"/>
                      <wp:effectExtent l="3810" t="8255" r="4445" b="1270"/>
                      <wp:wrapNone/>
                      <wp:docPr id="58" name="Text Box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B2087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0" o:spid="_x0000_s1027" type="#_x0000_t202" style="position:absolute;margin-left:117.6pt;margin-top:27.45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WgyogIAAFM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B2087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087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1786890</wp:posOffset>
                      </wp:positionH>
                      <wp:positionV relativeFrom="paragraph">
                        <wp:posOffset>1384935</wp:posOffset>
                      </wp:positionV>
                      <wp:extent cx="306070" cy="152400"/>
                      <wp:effectExtent l="1905" t="6350" r="6350" b="3175"/>
                      <wp:wrapNone/>
                      <wp:docPr id="57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B2087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8" type="#_x0000_t202" style="position:absolute;margin-left:140.7pt;margin-top:109.0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B2087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2108200</wp:posOffset>
                      </wp:positionH>
                      <wp:positionV relativeFrom="paragraph">
                        <wp:posOffset>2456180</wp:posOffset>
                      </wp:positionV>
                      <wp:extent cx="504825" cy="1451610"/>
                      <wp:effectExtent l="18415" t="10795" r="10160" b="13970"/>
                      <wp:wrapNone/>
                      <wp:docPr id="55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04825" cy="1451610"/>
                              </a:xfrm>
                              <a:custGeom>
                                <a:avLst/>
                                <a:gdLst>
                                  <a:gd name="T0" fmla="*/ 776 w 795"/>
                                  <a:gd name="T1" fmla="*/ 0 h 2286"/>
                                  <a:gd name="T2" fmla="*/ 696 w 795"/>
                                  <a:gd name="T3" fmla="*/ 139 h 2286"/>
                                  <a:gd name="T4" fmla="*/ 787 w 795"/>
                                  <a:gd name="T5" fmla="*/ 332 h 2286"/>
                                  <a:gd name="T6" fmla="*/ 648 w 795"/>
                                  <a:gd name="T7" fmla="*/ 434 h 2286"/>
                                  <a:gd name="T8" fmla="*/ 712 w 795"/>
                                  <a:gd name="T9" fmla="*/ 605 h 2286"/>
                                  <a:gd name="T10" fmla="*/ 557 w 795"/>
                                  <a:gd name="T11" fmla="*/ 819 h 2286"/>
                                  <a:gd name="T12" fmla="*/ 540 w 795"/>
                                  <a:gd name="T13" fmla="*/ 1264 h 2286"/>
                                  <a:gd name="T14" fmla="*/ 358 w 795"/>
                                  <a:gd name="T15" fmla="*/ 1692 h 2286"/>
                                  <a:gd name="T16" fmla="*/ 380 w 795"/>
                                  <a:gd name="T17" fmla="*/ 1858 h 2286"/>
                                  <a:gd name="T18" fmla="*/ 144 w 795"/>
                                  <a:gd name="T19" fmla="*/ 2211 h 2286"/>
                                  <a:gd name="T20" fmla="*/ 0 w 795"/>
                                  <a:gd name="T21" fmla="*/ 2286 h 22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795" h="2286">
                                    <a:moveTo>
                                      <a:pt x="776" y="0"/>
                                    </a:moveTo>
                                    <a:cubicBezTo>
                                      <a:pt x="735" y="42"/>
                                      <a:pt x="694" y="84"/>
                                      <a:pt x="696" y="139"/>
                                    </a:cubicBezTo>
                                    <a:cubicBezTo>
                                      <a:pt x="698" y="194"/>
                                      <a:pt x="795" y="283"/>
                                      <a:pt x="787" y="332"/>
                                    </a:cubicBezTo>
                                    <a:cubicBezTo>
                                      <a:pt x="779" y="381"/>
                                      <a:pt x="660" y="389"/>
                                      <a:pt x="648" y="434"/>
                                    </a:cubicBezTo>
                                    <a:cubicBezTo>
                                      <a:pt x="636" y="479"/>
                                      <a:pt x="727" y="541"/>
                                      <a:pt x="712" y="605"/>
                                    </a:cubicBezTo>
                                    <a:cubicBezTo>
                                      <a:pt x="697" y="669"/>
                                      <a:pt x="586" y="709"/>
                                      <a:pt x="557" y="819"/>
                                    </a:cubicBezTo>
                                    <a:cubicBezTo>
                                      <a:pt x="528" y="929"/>
                                      <a:pt x="573" y="1119"/>
                                      <a:pt x="540" y="1264"/>
                                    </a:cubicBezTo>
                                    <a:cubicBezTo>
                                      <a:pt x="507" y="1409"/>
                                      <a:pt x="385" y="1593"/>
                                      <a:pt x="358" y="1692"/>
                                    </a:cubicBezTo>
                                    <a:cubicBezTo>
                                      <a:pt x="331" y="1791"/>
                                      <a:pt x="416" y="1772"/>
                                      <a:pt x="380" y="1858"/>
                                    </a:cubicBezTo>
                                    <a:cubicBezTo>
                                      <a:pt x="344" y="1944"/>
                                      <a:pt x="207" y="2140"/>
                                      <a:pt x="144" y="2211"/>
                                    </a:cubicBezTo>
                                    <a:cubicBezTo>
                                      <a:pt x="81" y="2282"/>
                                      <a:pt x="40" y="2284"/>
                                      <a:pt x="0" y="2286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DEBEB" id="Freeform 560" o:spid="_x0000_s1026" style="position:absolute;margin-left:166pt;margin-top:193.4pt;width:39.75pt;height:114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95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" path="m776,c735,42,694,84,696,139v2,55,99,144,91,193c779,381,660,389,648,434v-12,45,79,107,64,171c697,669,586,709,557,819v-29,110,16,300,-17,445c507,1409,385,1593,358,1692v-27,99,58,80,22,166c344,1944,207,2140,144,2211,81,2282,40,2284,,2286e" filled="f" strokecolor="red" strokeweight="1.5pt">
                      <v:path arrowok="t" o:connecttype="custom" o:connectlocs="492760,0;441960,88265;499745,210820;411480,275590;452120,384175;353695,520065;342900,802640;227330,1074420;241300,1179830;91440,1403985;0,1451610" o:connectangles="0,0,0,0,0,0,0,0,0,0,0"/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2065655</wp:posOffset>
                      </wp:positionH>
                      <wp:positionV relativeFrom="paragraph">
                        <wp:posOffset>2487295</wp:posOffset>
                      </wp:positionV>
                      <wp:extent cx="411480" cy="1699260"/>
                      <wp:effectExtent l="23495" t="22860" r="22225" b="20955"/>
                      <wp:wrapNone/>
                      <wp:docPr id="54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1480" cy="1699260"/>
                              </a:xfrm>
                              <a:custGeom>
                                <a:avLst/>
                                <a:gdLst>
                                  <a:gd name="T0" fmla="*/ 645 w 648"/>
                                  <a:gd name="T1" fmla="*/ 37 h 2676"/>
                                  <a:gd name="T2" fmla="*/ 591 w 648"/>
                                  <a:gd name="T3" fmla="*/ 251 h 2676"/>
                                  <a:gd name="T4" fmla="*/ 302 w 648"/>
                                  <a:gd name="T5" fmla="*/ 1546 h 2676"/>
                                  <a:gd name="T6" fmla="*/ 45 w 648"/>
                                  <a:gd name="T7" fmla="*/ 2285 h 2676"/>
                                  <a:gd name="T8" fmla="*/ 29 w 648"/>
                                  <a:gd name="T9" fmla="*/ 2676 h 26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48" h="2676">
                                    <a:moveTo>
                                      <a:pt x="645" y="37"/>
                                    </a:moveTo>
                                    <a:cubicBezTo>
                                      <a:pt x="646" y="18"/>
                                      <a:pt x="648" y="0"/>
                                      <a:pt x="591" y="251"/>
                                    </a:cubicBezTo>
                                    <a:cubicBezTo>
                                      <a:pt x="534" y="502"/>
                                      <a:pt x="393" y="1207"/>
                                      <a:pt x="302" y="1546"/>
                                    </a:cubicBezTo>
                                    <a:cubicBezTo>
                                      <a:pt x="211" y="1885"/>
                                      <a:pt x="90" y="2097"/>
                                      <a:pt x="45" y="2285"/>
                                    </a:cubicBezTo>
                                    <a:cubicBezTo>
                                      <a:pt x="0" y="2473"/>
                                      <a:pt x="32" y="2595"/>
                                      <a:pt x="29" y="2676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ED5D70" id="Freeform 559" o:spid="_x0000_s1026" style="position:absolute;margin-left:162.65pt;margin-top:195.85pt;width:32.4pt;height:133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8,2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" path="m645,37c646,18,648,,591,251,534,502,393,1207,302,1546,211,1885,90,2097,45,2285,,2473,32,2595,29,2676e" filled="f" strokecolor="red" strokeweight="2.5pt">
                      <v:path arrowok="t" o:connecttype="custom" o:connectlocs="409575,23495;375285,159385;191770,981710;28575,1450975;18415,1699260" o:connectangles="0,0,0,0,0"/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2417445</wp:posOffset>
                      </wp:positionH>
                      <wp:positionV relativeFrom="paragraph">
                        <wp:posOffset>1861185</wp:posOffset>
                      </wp:positionV>
                      <wp:extent cx="100330" cy="649605"/>
                      <wp:effectExtent l="13335" t="15875" r="10160" b="10795"/>
                      <wp:wrapNone/>
                      <wp:docPr id="53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649605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1023"/>
                                  <a:gd name="T2" fmla="*/ 118 w 158"/>
                                  <a:gd name="T3" fmla="*/ 241 h 1023"/>
                                  <a:gd name="T4" fmla="*/ 155 w 158"/>
                                  <a:gd name="T5" fmla="*/ 536 h 1023"/>
                                  <a:gd name="T6" fmla="*/ 134 w 158"/>
                                  <a:gd name="T7" fmla="*/ 809 h 1023"/>
                                  <a:gd name="T8" fmla="*/ 91 w 158"/>
                                  <a:gd name="T9" fmla="*/ 1023 h 10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8" h="1023">
                                    <a:moveTo>
                                      <a:pt x="0" y="0"/>
                                    </a:moveTo>
                                    <a:cubicBezTo>
                                      <a:pt x="46" y="76"/>
                                      <a:pt x="92" y="152"/>
                                      <a:pt x="118" y="241"/>
                                    </a:cubicBezTo>
                                    <a:cubicBezTo>
                                      <a:pt x="144" y="330"/>
                                      <a:pt x="152" y="441"/>
                                      <a:pt x="155" y="536"/>
                                    </a:cubicBezTo>
                                    <a:cubicBezTo>
                                      <a:pt x="158" y="631"/>
                                      <a:pt x="145" y="728"/>
                                      <a:pt x="134" y="809"/>
                                    </a:cubicBezTo>
                                    <a:cubicBezTo>
                                      <a:pt x="123" y="890"/>
                                      <a:pt x="99" y="987"/>
                                      <a:pt x="91" y="1023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959487" id="Freeform 558" o:spid="_x0000_s1026" style="position:absolute;margin-left:190.35pt;margin-top:146.55pt;width:7.9pt;height:51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8,1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" path="m,c46,76,92,152,118,241v26,89,34,200,37,295c158,631,145,728,134,809,123,890,99,987,91,1023e" filled="f" strokecolor="navy" strokeweight="1.5pt">
                      <v:path arrowok="t" o:connecttype="custom" o:connectlocs="0,0;74930,153035;98425,340360;85090,513715;57785,649605" o:connectangles="0,0,0,0,0"/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2425700</wp:posOffset>
                      </wp:positionH>
                      <wp:positionV relativeFrom="paragraph">
                        <wp:posOffset>1823720</wp:posOffset>
                      </wp:positionV>
                      <wp:extent cx="419100" cy="683260"/>
                      <wp:effectExtent l="21590" t="16510" r="16510" b="24130"/>
                      <wp:wrapNone/>
                      <wp:docPr id="52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9100" cy="683260"/>
                              </a:xfrm>
                              <a:custGeom>
                                <a:avLst/>
                                <a:gdLst>
                                  <a:gd name="T0" fmla="*/ 0 w 660"/>
                                  <a:gd name="T1" fmla="*/ 50 h 1076"/>
                                  <a:gd name="T2" fmla="*/ 140 w 660"/>
                                  <a:gd name="T3" fmla="*/ 18 h 1076"/>
                                  <a:gd name="T4" fmla="*/ 140 w 660"/>
                                  <a:gd name="T5" fmla="*/ 158 h 1076"/>
                                  <a:gd name="T6" fmla="*/ 312 w 660"/>
                                  <a:gd name="T7" fmla="*/ 201 h 1076"/>
                                  <a:gd name="T8" fmla="*/ 258 w 660"/>
                                  <a:gd name="T9" fmla="*/ 298 h 1076"/>
                                  <a:gd name="T10" fmla="*/ 473 w 660"/>
                                  <a:gd name="T11" fmla="*/ 362 h 1076"/>
                                  <a:gd name="T12" fmla="*/ 426 w 660"/>
                                  <a:gd name="T13" fmla="*/ 450 h 1076"/>
                                  <a:gd name="T14" fmla="*/ 528 w 660"/>
                                  <a:gd name="T15" fmla="*/ 466 h 1076"/>
                                  <a:gd name="T16" fmla="*/ 587 w 660"/>
                                  <a:gd name="T17" fmla="*/ 407 h 1076"/>
                                  <a:gd name="T18" fmla="*/ 656 w 660"/>
                                  <a:gd name="T19" fmla="*/ 491 h 1076"/>
                                  <a:gd name="T20" fmla="*/ 613 w 660"/>
                                  <a:gd name="T21" fmla="*/ 547 h 1076"/>
                                  <a:gd name="T22" fmla="*/ 624 w 660"/>
                                  <a:gd name="T23" fmla="*/ 621 h 1076"/>
                                  <a:gd name="T24" fmla="*/ 505 w 660"/>
                                  <a:gd name="T25" fmla="*/ 534 h 1076"/>
                                  <a:gd name="T26" fmla="*/ 437 w 660"/>
                                  <a:gd name="T27" fmla="*/ 621 h 1076"/>
                                  <a:gd name="T28" fmla="*/ 355 w 660"/>
                                  <a:gd name="T29" fmla="*/ 534 h 1076"/>
                                  <a:gd name="T30" fmla="*/ 351 w 660"/>
                                  <a:gd name="T31" fmla="*/ 461 h 1076"/>
                                  <a:gd name="T32" fmla="*/ 290 w 660"/>
                                  <a:gd name="T33" fmla="*/ 437 h 1076"/>
                                  <a:gd name="T34" fmla="*/ 249 w 660"/>
                                  <a:gd name="T35" fmla="*/ 541 h 1076"/>
                                  <a:gd name="T36" fmla="*/ 335 w 660"/>
                                  <a:gd name="T37" fmla="*/ 616 h 1076"/>
                                  <a:gd name="T38" fmla="*/ 287 w 660"/>
                                  <a:gd name="T39" fmla="*/ 670 h 1076"/>
                                  <a:gd name="T40" fmla="*/ 410 w 660"/>
                                  <a:gd name="T41" fmla="*/ 739 h 1076"/>
                                  <a:gd name="T42" fmla="*/ 279 w 660"/>
                                  <a:gd name="T43" fmla="*/ 803 h 1076"/>
                                  <a:gd name="T44" fmla="*/ 290 w 660"/>
                                  <a:gd name="T45" fmla="*/ 964 h 1076"/>
                                  <a:gd name="T46" fmla="*/ 150 w 660"/>
                                  <a:gd name="T47" fmla="*/ 1060 h 1076"/>
                                  <a:gd name="T48" fmla="*/ 75 w 660"/>
                                  <a:gd name="T49" fmla="*/ 1060 h 107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660" h="1076">
                                    <a:moveTo>
                                      <a:pt x="0" y="50"/>
                                    </a:moveTo>
                                    <a:cubicBezTo>
                                      <a:pt x="58" y="25"/>
                                      <a:pt x="117" y="0"/>
                                      <a:pt x="140" y="18"/>
                                    </a:cubicBezTo>
                                    <a:cubicBezTo>
                                      <a:pt x="163" y="36"/>
                                      <a:pt x="111" y="128"/>
                                      <a:pt x="140" y="158"/>
                                    </a:cubicBezTo>
                                    <a:cubicBezTo>
                                      <a:pt x="169" y="188"/>
                                      <a:pt x="292" y="178"/>
                                      <a:pt x="312" y="201"/>
                                    </a:cubicBezTo>
                                    <a:cubicBezTo>
                                      <a:pt x="332" y="224"/>
                                      <a:pt x="231" y="271"/>
                                      <a:pt x="258" y="298"/>
                                    </a:cubicBezTo>
                                    <a:cubicBezTo>
                                      <a:pt x="285" y="325"/>
                                      <a:pt x="445" y="337"/>
                                      <a:pt x="473" y="362"/>
                                    </a:cubicBezTo>
                                    <a:cubicBezTo>
                                      <a:pt x="501" y="387"/>
                                      <a:pt x="417" y="433"/>
                                      <a:pt x="426" y="450"/>
                                    </a:cubicBezTo>
                                    <a:cubicBezTo>
                                      <a:pt x="435" y="467"/>
                                      <a:pt x="501" y="473"/>
                                      <a:pt x="528" y="466"/>
                                    </a:cubicBezTo>
                                    <a:cubicBezTo>
                                      <a:pt x="555" y="459"/>
                                      <a:pt x="566" y="403"/>
                                      <a:pt x="587" y="407"/>
                                    </a:cubicBezTo>
                                    <a:cubicBezTo>
                                      <a:pt x="608" y="411"/>
                                      <a:pt x="652" y="468"/>
                                      <a:pt x="656" y="491"/>
                                    </a:cubicBezTo>
                                    <a:cubicBezTo>
                                      <a:pt x="660" y="514"/>
                                      <a:pt x="618" y="525"/>
                                      <a:pt x="613" y="547"/>
                                    </a:cubicBezTo>
                                    <a:cubicBezTo>
                                      <a:pt x="608" y="569"/>
                                      <a:pt x="642" y="623"/>
                                      <a:pt x="624" y="621"/>
                                    </a:cubicBezTo>
                                    <a:cubicBezTo>
                                      <a:pt x="606" y="619"/>
                                      <a:pt x="536" y="534"/>
                                      <a:pt x="505" y="534"/>
                                    </a:cubicBezTo>
                                    <a:cubicBezTo>
                                      <a:pt x="474" y="534"/>
                                      <a:pt x="462" y="621"/>
                                      <a:pt x="437" y="621"/>
                                    </a:cubicBezTo>
                                    <a:cubicBezTo>
                                      <a:pt x="412" y="621"/>
                                      <a:pt x="369" y="561"/>
                                      <a:pt x="355" y="534"/>
                                    </a:cubicBezTo>
                                    <a:cubicBezTo>
                                      <a:pt x="341" y="507"/>
                                      <a:pt x="362" y="477"/>
                                      <a:pt x="351" y="461"/>
                                    </a:cubicBezTo>
                                    <a:cubicBezTo>
                                      <a:pt x="340" y="445"/>
                                      <a:pt x="307" y="424"/>
                                      <a:pt x="290" y="437"/>
                                    </a:cubicBezTo>
                                    <a:cubicBezTo>
                                      <a:pt x="273" y="450"/>
                                      <a:pt x="242" y="511"/>
                                      <a:pt x="249" y="541"/>
                                    </a:cubicBezTo>
                                    <a:cubicBezTo>
                                      <a:pt x="256" y="571"/>
                                      <a:pt x="329" y="595"/>
                                      <a:pt x="335" y="616"/>
                                    </a:cubicBezTo>
                                    <a:cubicBezTo>
                                      <a:pt x="341" y="637"/>
                                      <a:pt x="275" y="650"/>
                                      <a:pt x="287" y="670"/>
                                    </a:cubicBezTo>
                                    <a:cubicBezTo>
                                      <a:pt x="299" y="690"/>
                                      <a:pt x="411" y="717"/>
                                      <a:pt x="410" y="739"/>
                                    </a:cubicBezTo>
                                    <a:cubicBezTo>
                                      <a:pt x="409" y="761"/>
                                      <a:pt x="299" y="765"/>
                                      <a:pt x="279" y="803"/>
                                    </a:cubicBezTo>
                                    <a:cubicBezTo>
                                      <a:pt x="259" y="841"/>
                                      <a:pt x="312" y="921"/>
                                      <a:pt x="290" y="964"/>
                                    </a:cubicBezTo>
                                    <a:cubicBezTo>
                                      <a:pt x="268" y="1007"/>
                                      <a:pt x="186" y="1044"/>
                                      <a:pt x="150" y="1060"/>
                                    </a:cubicBezTo>
                                    <a:cubicBezTo>
                                      <a:pt x="114" y="1076"/>
                                      <a:pt x="94" y="1068"/>
                                      <a:pt x="75" y="106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6AFED6" id="Freeform 557" o:spid="_x0000_s1026" style="position:absolute;margin-left:191pt;margin-top:143.6pt;width:33pt;height:53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0,1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" path="m,50c58,25,117,,140,18v23,18,-29,110,,140c169,188,292,178,312,201v20,23,-81,70,-54,97c285,325,445,337,473,362v28,25,-56,71,-47,88c435,467,501,473,528,466v27,-7,38,-63,59,-59c608,411,652,468,656,491v4,23,-38,34,-43,56c608,569,642,623,624,621,606,619,536,534,505,534v-31,,-43,87,-68,87c412,621,369,561,355,534v-14,-27,7,-57,-4,-73c340,445,307,424,290,437v-17,13,-48,74,-41,104c256,571,329,595,335,616v6,21,-60,34,-48,54c299,690,411,717,410,739v-1,22,-111,26,-131,64c259,841,312,921,290,964v-22,43,-104,80,-140,96c114,1076,94,1068,75,1060e" filled="f" strokecolor="red" strokeweight="2.5pt">
                      <v:path arrowok="t" o:connecttype="custom" o:connectlocs="0,31750;88900,11430;88900,100330;198120,127635;163830,189230;300355,229870;270510,285750;335280,295910;372745,258445;416560,311785;389255,347345;396240,394335;320675,339090;277495,394335;225425,339090;222885,292735;184150,277495;158115,343535;212725,391160;182245,425450;260350,469265;177165,509905;184150,612140;95250,673100;47625,673100" o:connectangles="0,0,0,0,0,0,0,0,0,0,0,0,0,0,0,0,0,0,0,0,0,0,0,0,0"/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1837690</wp:posOffset>
                      </wp:positionH>
                      <wp:positionV relativeFrom="paragraph">
                        <wp:posOffset>422910</wp:posOffset>
                      </wp:positionV>
                      <wp:extent cx="581025" cy="1432560"/>
                      <wp:effectExtent l="24130" t="15875" r="23495" b="18415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81025" cy="1432560"/>
                              </a:xfrm>
                              <a:custGeom>
                                <a:avLst/>
                                <a:gdLst>
                                  <a:gd name="T0" fmla="*/ 163 w 915"/>
                                  <a:gd name="T1" fmla="*/ 0 h 2256"/>
                                  <a:gd name="T2" fmla="*/ 2 w 915"/>
                                  <a:gd name="T3" fmla="*/ 258 h 2256"/>
                                  <a:gd name="T4" fmla="*/ 152 w 915"/>
                                  <a:gd name="T5" fmla="*/ 773 h 2256"/>
                                  <a:gd name="T6" fmla="*/ 367 w 915"/>
                                  <a:gd name="T7" fmla="*/ 1171 h 2256"/>
                                  <a:gd name="T8" fmla="*/ 464 w 915"/>
                                  <a:gd name="T9" fmla="*/ 1289 h 2256"/>
                                  <a:gd name="T10" fmla="*/ 485 w 915"/>
                                  <a:gd name="T11" fmla="*/ 1461 h 2256"/>
                                  <a:gd name="T12" fmla="*/ 915 w 915"/>
                                  <a:gd name="T13" fmla="*/ 2256 h 22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915" h="2256">
                                    <a:moveTo>
                                      <a:pt x="163" y="0"/>
                                    </a:moveTo>
                                    <a:cubicBezTo>
                                      <a:pt x="83" y="64"/>
                                      <a:pt x="4" y="129"/>
                                      <a:pt x="2" y="258"/>
                                    </a:cubicBezTo>
                                    <a:cubicBezTo>
                                      <a:pt x="0" y="387"/>
                                      <a:pt x="91" y="621"/>
                                      <a:pt x="152" y="773"/>
                                    </a:cubicBezTo>
                                    <a:cubicBezTo>
                                      <a:pt x="213" y="925"/>
                                      <a:pt x="315" y="1085"/>
                                      <a:pt x="367" y="1171"/>
                                    </a:cubicBezTo>
                                    <a:cubicBezTo>
                                      <a:pt x="419" y="1257"/>
                                      <a:pt x="444" y="1241"/>
                                      <a:pt x="464" y="1289"/>
                                    </a:cubicBezTo>
                                    <a:cubicBezTo>
                                      <a:pt x="484" y="1337"/>
                                      <a:pt x="410" y="1300"/>
                                      <a:pt x="485" y="1461"/>
                                    </a:cubicBezTo>
                                    <a:cubicBezTo>
                                      <a:pt x="560" y="1622"/>
                                      <a:pt x="737" y="1939"/>
                                      <a:pt x="915" y="2256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3CBE9" id="Freeform 556" o:spid="_x0000_s1026" style="position:absolute;margin-left:144.7pt;margin-top:33.3pt;width:45.75pt;height:11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15,2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" path="m163,c83,64,4,129,2,258,,387,91,621,152,773v61,152,163,312,215,398c419,1257,444,1241,464,1289v20,48,-54,11,21,172c560,1622,737,1939,915,2256e" filled="f" strokecolor="red" strokeweight="2.5pt">
                      <v:path arrowok="t" o:connecttype="custom" o:connectlocs="103505,0;1270,163830;96520,490855;233045,743585;294640,818515;307975,927735;581025,1432560" o:connectangles="0,0,0,0,0,0,0"/>
                    </v:shape>
                  </w:pict>
                </mc:Fallback>
              </mc:AlternateContent>
            </w:r>
            <w:r w:rsidR="005B2087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1729740</wp:posOffset>
                      </wp:positionH>
                      <wp:positionV relativeFrom="paragraph">
                        <wp:posOffset>135890</wp:posOffset>
                      </wp:positionV>
                      <wp:extent cx="306705" cy="354965"/>
                      <wp:effectExtent l="40005" t="43180" r="43815" b="4000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6705" cy="354965"/>
                              </a:xfrm>
                              <a:custGeom>
                                <a:avLst/>
                                <a:gdLst>
                                  <a:gd name="T0" fmla="*/ 0 w 483"/>
                                  <a:gd name="T1" fmla="*/ 0 h 559"/>
                                  <a:gd name="T2" fmla="*/ 483 w 483"/>
                                  <a:gd name="T3" fmla="*/ 559 h 55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83" h="559">
                                    <a:moveTo>
                                      <a:pt x="0" y="0"/>
                                    </a:moveTo>
                                    <a:cubicBezTo>
                                      <a:pt x="80" y="93"/>
                                      <a:pt x="382" y="443"/>
                                      <a:pt x="483" y="559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5BB1941" id="Freeform 55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36.2pt,10.7pt" control1="140.2pt,15.35pt" control2="155.3pt,32.85pt" to="160.35pt,38.65pt" coordsize="483,5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" filled="f" strokecolor="red" strokeweight="6pt">
                      <v:path arrowok="t" o:connecttype="custom" o:connectlocs="0,0;306705,354965" o:connectangles="0,0"/>
                    </v:curve>
                  </w:pict>
                </mc:Fallback>
              </mc:AlternateContent>
            </w:r>
            <w:r w:rsidR="005B2087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94B0B6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5B2087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A0705A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B208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A29D98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B2087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3219B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0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B4F0E5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6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74C310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B3F2BB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B2087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CFV.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B2087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Segmental LSV incompetence. The LSV measures approximately 4.2mm in diameter throughout the thigh</w:t>
            </w:r>
            <w:r w:rsidR="00B85B13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and supplies a VV at the knee. Competent SSV throughout.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B2087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seen.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F274F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74F" w:rsidRDefault="00EF274F">
      <w:r>
        <w:separator/>
      </w:r>
    </w:p>
  </w:endnote>
  <w:endnote w:type="continuationSeparator" w:id="0">
    <w:p w:rsidR="00EF274F" w:rsidRDefault="00EF2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74F" w:rsidRDefault="00EF274F">
      <w:r>
        <w:separator/>
      </w:r>
    </w:p>
  </w:footnote>
  <w:footnote w:type="continuationSeparator" w:id="0">
    <w:p w:rsidR="00EF274F" w:rsidRDefault="00EF27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5B2087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74F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B2087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4E30"/>
    <w:rsid w:val="00B55257"/>
    <w:rsid w:val="00B67AFA"/>
    <w:rsid w:val="00B71D18"/>
    <w:rsid w:val="00B8370B"/>
    <w:rsid w:val="00B85B13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EF274F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4374725E"/>
  <w15:chartTrackingRefBased/>
  <w15:docId w15:val="{D6D3B4EF-8FC4-4781-9686-BC14D8867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5B20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5B208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1</TotalTime>
  <Pages>1</Pages>
  <Words>86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2020-07-29T08:01:00Z</cp:lastPrinted>
  <dcterms:created xsi:type="dcterms:W3CDTF">2020-08-07T09:29:00Z</dcterms:created>
  <dcterms:modified xsi:type="dcterms:W3CDTF">2020-08-07T09:29:00Z</dcterms:modified>
  <cp:category>Patient Report</cp:category>
</cp:coreProperties>
</file>